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9E533C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B43543">
        <w:rPr>
          <w:rFonts w:eastAsia="Times New Roman" w:cs="Times New Roman"/>
          <w:b/>
          <w:lang w:eastAsia="cs-CZ"/>
        </w:rPr>
        <w:t>„</w:t>
      </w:r>
      <w:bookmarkEnd w:id="0"/>
      <w:sdt>
        <w:sdtPr>
          <w:rPr>
            <w:b/>
          </w:rPr>
          <w:alias w:val="Název veřejné zakázky"/>
          <w:tag w:val="Název VZ"/>
          <w:id w:val="-534739855"/>
          <w:placeholder>
            <w:docPart w:val="10DC8BAB065A4594B5BE865896AB2F5B"/>
          </w:placeholder>
        </w:sdtPr>
        <w:sdtContent>
          <w:r w:rsidR="00B43543" w:rsidRPr="00B43543">
            <w:rPr>
              <w:b/>
            </w:rPr>
            <w:t>Revizní činnost elektrického zařízení SEE v obvodu OŘ Plzeň 2026</w:t>
          </w:r>
        </w:sdtContent>
      </w:sdt>
      <w:r w:rsidRPr="00B43543"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B257DD">
        <w:rPr>
          <w:rFonts w:eastAsia="Times New Roman" w:cs="Times New Roman"/>
          <w:lang w:eastAsia="cs-CZ"/>
        </w:rPr>
        <w:t>č.j.</w:t>
      </w:r>
      <w:r w:rsidR="00B257DD" w:rsidRPr="00B257DD">
        <w:rPr>
          <w:rFonts w:eastAsia="Times New Roman" w:cs="Times New Roman"/>
          <w:lang w:eastAsia="cs-CZ"/>
        </w:rPr>
        <w:t xml:space="preserve"> </w:t>
      </w:r>
      <w:r w:rsidR="00B257DD" w:rsidRPr="00B257DD">
        <w:rPr>
          <w:rFonts w:eastAsia="Times New Roman" w:cs="Times New Roman"/>
          <w:lang w:eastAsia="cs-CZ"/>
        </w:rPr>
        <w:t>31144/2025-SŽ-OŘ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B257D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B257D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2C4A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57DD"/>
    <w:rsid w:val="00B36B3E"/>
    <w:rsid w:val="00B43543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0DC8BAB065A4594B5BE865896AB2F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C13BF3-58CD-476D-8E44-6543477C37ED}"/>
      </w:docPartPr>
      <w:docPartBody>
        <w:p w:rsidR="00DE0EA2" w:rsidRDefault="00DE0EA2" w:rsidP="00DE0EA2">
          <w:pPr>
            <w:pStyle w:val="10DC8BAB065A4594B5BE865896AB2F5B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612C4A"/>
    <w:rsid w:val="00710200"/>
    <w:rsid w:val="0087094D"/>
    <w:rsid w:val="00B72819"/>
    <w:rsid w:val="00BE31C7"/>
    <w:rsid w:val="00C601C7"/>
    <w:rsid w:val="00DE0EA2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0EA2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10DC8BAB065A4594B5BE865896AB2F5B">
    <w:name w:val="10DC8BAB065A4594B5BE865896AB2F5B"/>
    <w:rsid w:val="00DE0EA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476</Words>
  <Characters>2813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8</cp:revision>
  <cp:lastPrinted>2017-11-28T17:18:00Z</cp:lastPrinted>
  <dcterms:created xsi:type="dcterms:W3CDTF">2023-11-16T10:29:00Z</dcterms:created>
  <dcterms:modified xsi:type="dcterms:W3CDTF">2025-12-04T08:54:00Z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